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C9A55" w14:textId="409AE8B6" w:rsidR="009F392E" w:rsidRPr="0095701F" w:rsidRDefault="0060745D" w:rsidP="00F0533E">
      <w:pPr>
        <w:rPr>
          <w:noProof/>
        </w:rPr>
      </w:pPr>
      <w:r w:rsidRPr="0095701F">
        <w:rPr>
          <w:noProof/>
        </w:rPr>
        <w:t xml:space="preserve">Příloha č. </w:t>
      </w:r>
      <w:r w:rsidR="00052868">
        <w:rPr>
          <w:noProof/>
        </w:rPr>
        <w:t>5</w:t>
      </w:r>
      <w:r w:rsidR="00052868" w:rsidRPr="0095701F">
        <w:rPr>
          <w:noProof/>
        </w:rPr>
        <w:t xml:space="preserve"> </w:t>
      </w:r>
      <w:r w:rsidR="00052868">
        <w:rPr>
          <w:rFonts w:asciiTheme="majorHAnsi" w:eastAsia="Times New Roman" w:hAnsiTheme="majorHAnsi" w:cs="Times New Roman"/>
          <w:lang w:eastAsia="cs-CZ"/>
        </w:rPr>
        <w:t>Smlouvy o dílo</w:t>
      </w:r>
    </w:p>
    <w:p w14:paraId="66999AB3" w14:textId="77777777" w:rsidR="00B85B4C" w:rsidRDefault="00B85B4C" w:rsidP="00F0533E">
      <w:pPr>
        <w:rPr>
          <w:b/>
          <w:noProof/>
          <w:u w:val="single"/>
        </w:rPr>
      </w:pPr>
      <w:r w:rsidRPr="0095701F">
        <w:rPr>
          <w:b/>
          <w:noProof/>
          <w:u w:val="single"/>
        </w:rPr>
        <w:t>Realiz</w:t>
      </w:r>
      <w:r w:rsidRPr="00B85B4C">
        <w:rPr>
          <w:b/>
          <w:noProof/>
          <w:u w:val="single"/>
        </w:rPr>
        <w:t>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1378DD7B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D0AD7B" w14:textId="77777777" w:rsidR="00B85B4C" w:rsidRPr="000E5CAE" w:rsidRDefault="00B85B4C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9C031A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2FD7DC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Činnosti prováděné členem Realizačního týmu</w:t>
            </w:r>
          </w:p>
        </w:tc>
      </w:tr>
      <w:tr w:rsidR="002C6F3C" w:rsidRPr="00FD23CD" w14:paraId="017E30C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60E6" w14:textId="50D0DCC7" w:rsidR="002C6F3C" w:rsidRPr="0095701F" w:rsidRDefault="002C6F3C" w:rsidP="002C6F3C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 w:rsidRPr="0095701F">
              <w:rPr>
                <w:rFonts w:asciiTheme="majorHAnsi" w:hAnsiTheme="majorHAnsi"/>
                <w:sz w:val="18"/>
                <w:lang w:eastAsia="cs-CZ"/>
              </w:rPr>
              <w:t>DTP operátor/grafik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0748" w14:textId="77777777" w:rsidR="002C6F3C" w:rsidRPr="000E5CAE" w:rsidRDefault="002C6F3C" w:rsidP="002C6F3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586B4A0B" w14:textId="77777777" w:rsidR="002C6F3C" w:rsidRPr="000E5CAE" w:rsidRDefault="002C6F3C" w:rsidP="002C6F3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7046FA0" w14:textId="77777777" w:rsidR="002C6F3C" w:rsidRPr="000E5CAE" w:rsidRDefault="002C6F3C" w:rsidP="002C6F3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03B089E" w14:textId="77777777" w:rsidR="002C6F3C" w:rsidRPr="000E5CAE" w:rsidRDefault="002C6F3C" w:rsidP="002C6F3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3C677C8" w14:textId="77777777" w:rsidR="002C6F3C" w:rsidRPr="000E5CAE" w:rsidRDefault="002C6F3C" w:rsidP="002C6F3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FEDFA2B" w14:textId="77777777" w:rsidR="002C6F3C" w:rsidRPr="000E5CAE" w:rsidRDefault="002C6F3C" w:rsidP="002C6F3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F42D" w14:textId="2709D32C" w:rsidR="002C6F3C" w:rsidRPr="00AD2D9F" w:rsidRDefault="002C6F3C" w:rsidP="002C6F3C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AD2D9F">
              <w:rPr>
                <w:rFonts w:asciiTheme="majorHAnsi" w:hAnsiTheme="majorHAnsi"/>
                <w:sz w:val="18"/>
                <w:lang w:eastAsia="cs-CZ"/>
              </w:rPr>
              <w:t>Komunikace se zadavatelem, příprava grafiky dle grafického manuálu zadavatele a případných zaslaných layoutů, příprava tiskových finálních dat a další aktivity spojené s kompletací předmětu zakázky.</w:t>
            </w:r>
          </w:p>
        </w:tc>
      </w:tr>
      <w:tr w:rsidR="002C6F3C" w:rsidRPr="00FD23CD" w14:paraId="68007B43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E2C4" w14:textId="797106B9" w:rsidR="002C6F3C" w:rsidRPr="0095701F" w:rsidRDefault="002C6F3C" w:rsidP="002C6F3C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>
              <w:rPr>
                <w:rFonts w:asciiTheme="majorHAnsi" w:hAnsiTheme="majorHAnsi"/>
                <w:bCs/>
                <w:iCs/>
                <w:sz w:val="18"/>
              </w:rPr>
              <w:t>P</w:t>
            </w:r>
            <w:r w:rsidRPr="0095701F">
              <w:rPr>
                <w:rFonts w:asciiTheme="majorHAnsi" w:hAnsiTheme="majorHAnsi"/>
                <w:bCs/>
                <w:iCs/>
                <w:sz w:val="18"/>
              </w:rPr>
              <w:t>rodukční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5F2F" w14:textId="77777777" w:rsidR="002C6F3C" w:rsidRPr="000E5CAE" w:rsidRDefault="002C6F3C" w:rsidP="002C6F3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62EA552E" w14:textId="77777777" w:rsidR="002C6F3C" w:rsidRPr="000E5CAE" w:rsidRDefault="002C6F3C" w:rsidP="002C6F3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2D2AE03" w14:textId="77777777" w:rsidR="002C6F3C" w:rsidRPr="000E5CAE" w:rsidRDefault="002C6F3C" w:rsidP="002C6F3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76A7CEE" w14:textId="77777777" w:rsidR="002C6F3C" w:rsidRPr="000E5CAE" w:rsidRDefault="002C6F3C" w:rsidP="002C6F3C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B47C07A" w14:textId="77777777" w:rsidR="002C6F3C" w:rsidRPr="000E5CAE" w:rsidRDefault="002C6F3C" w:rsidP="002C6F3C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AAFF8A4" w14:textId="77777777" w:rsidR="002C6F3C" w:rsidRPr="000E5CAE" w:rsidRDefault="002C6F3C" w:rsidP="002C6F3C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69C4" w14:textId="10869461" w:rsidR="002C6F3C" w:rsidRPr="00AD2D9F" w:rsidRDefault="002C6F3C" w:rsidP="002C6F3C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AD2D9F">
              <w:rPr>
                <w:rFonts w:asciiTheme="majorHAnsi" w:hAnsiTheme="majorHAnsi"/>
                <w:sz w:val="18"/>
                <w:lang w:eastAsia="cs-CZ"/>
              </w:rPr>
              <w:t xml:space="preserve">Komunikace se zadavatelem, kontrola dodržování termínů a časového harmonogramu, poskytování informací o průběhu plnění zakázky a další aktivity spojené s kompletací předmětu zakázky. </w:t>
            </w:r>
          </w:p>
        </w:tc>
      </w:tr>
    </w:tbl>
    <w:p w14:paraId="6DABB337" w14:textId="77777777" w:rsidR="00B85B4C" w:rsidRPr="00B85B4C" w:rsidRDefault="00B85B4C" w:rsidP="00F0533E">
      <w:pPr>
        <w:rPr>
          <w:b/>
          <w:u w:val="single"/>
        </w:rPr>
      </w:pPr>
      <w:bookmarkStart w:id="0" w:name="_GoBack"/>
      <w:bookmarkEnd w:id="0"/>
    </w:p>
    <w:sectPr w:rsidR="00B85B4C" w:rsidRPr="00B85B4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FEC83" w14:textId="77777777" w:rsidR="00A02551" w:rsidRDefault="00A02551" w:rsidP="00962258">
      <w:pPr>
        <w:spacing w:after="0" w:line="240" w:lineRule="auto"/>
      </w:pPr>
      <w:r>
        <w:separator/>
      </w:r>
    </w:p>
  </w:endnote>
  <w:endnote w:type="continuationSeparator" w:id="0">
    <w:p w14:paraId="54A05B50" w14:textId="77777777" w:rsidR="00A02551" w:rsidRDefault="00A025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6E769" w14:textId="77777777" w:rsidR="00AB37E8" w:rsidRDefault="00AB37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A07D1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5FE62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0D3A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8E67B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2D8051" w14:textId="77777777" w:rsidR="00F1715C" w:rsidRDefault="00F1715C" w:rsidP="00D831A3">
          <w:pPr>
            <w:pStyle w:val="Zpat"/>
          </w:pPr>
        </w:p>
      </w:tc>
    </w:tr>
  </w:tbl>
  <w:p w14:paraId="01ECAB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F33327" wp14:editId="00FDFF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43F677" wp14:editId="6952F1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BB9DC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48C704" w14:textId="538C3F3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2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2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078C5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A9ECB2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E56FC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4FD73B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4C1DB3" w14:textId="69DF833F" w:rsidR="00F1715C" w:rsidRDefault="00F1715C" w:rsidP="00460660">
          <w:pPr>
            <w:pStyle w:val="Zpat"/>
          </w:pPr>
          <w:r>
            <w:t>www.</w:t>
          </w:r>
          <w:r w:rsidR="00AB37E8">
            <w:t>spravazeleznic</w:t>
          </w:r>
          <w:r>
            <w:t>.cz</w:t>
          </w:r>
        </w:p>
      </w:tc>
      <w:tc>
        <w:tcPr>
          <w:tcW w:w="2921" w:type="dxa"/>
        </w:tcPr>
        <w:p w14:paraId="151C321F" w14:textId="77777777" w:rsidR="00F1715C" w:rsidRDefault="00F1715C" w:rsidP="00460660">
          <w:pPr>
            <w:pStyle w:val="Zpat"/>
          </w:pPr>
        </w:p>
      </w:tc>
    </w:tr>
  </w:tbl>
  <w:p w14:paraId="39A10FA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92B0FCE" wp14:editId="440A25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4460883" wp14:editId="1DC168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2E20ED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9E27B" w14:textId="77777777" w:rsidR="00A02551" w:rsidRDefault="00A02551" w:rsidP="00962258">
      <w:pPr>
        <w:spacing w:after="0" w:line="240" w:lineRule="auto"/>
      </w:pPr>
      <w:r>
        <w:separator/>
      </w:r>
    </w:p>
  </w:footnote>
  <w:footnote w:type="continuationSeparator" w:id="0">
    <w:p w14:paraId="36AD0934" w14:textId="77777777" w:rsidR="00A02551" w:rsidRDefault="00A025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B0F03" w14:textId="77777777" w:rsidR="00AB37E8" w:rsidRDefault="00AB37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AA49D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FBA500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9C90E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70CE61" w14:textId="77777777" w:rsidR="00F1715C" w:rsidRPr="00D6163D" w:rsidRDefault="00F1715C" w:rsidP="00D6163D">
          <w:pPr>
            <w:pStyle w:val="Druhdokumentu"/>
          </w:pPr>
        </w:p>
      </w:tc>
    </w:tr>
  </w:tbl>
  <w:p w14:paraId="4FE068F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2869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A02D8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FF57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CEAF51" w14:textId="77777777" w:rsidR="00F1715C" w:rsidRPr="00D6163D" w:rsidRDefault="00F1715C" w:rsidP="00FC6389">
          <w:pPr>
            <w:pStyle w:val="Druhdokumentu"/>
          </w:pPr>
        </w:p>
      </w:tc>
    </w:tr>
    <w:tr w:rsidR="009F392E" w14:paraId="06DB891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F73949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183E6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1E84DB" w14:textId="77777777" w:rsidR="009F392E" w:rsidRPr="00D6163D" w:rsidRDefault="009F392E" w:rsidP="00FC6389">
          <w:pPr>
            <w:pStyle w:val="Druhdokumentu"/>
          </w:pPr>
        </w:p>
      </w:tc>
    </w:tr>
  </w:tbl>
  <w:p w14:paraId="2F26444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FBF8D3" wp14:editId="368576C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15BE8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5286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C6F3C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F7D"/>
    <w:rsid w:val="0060745D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701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551"/>
    <w:rsid w:val="00A6177B"/>
    <w:rsid w:val="00A66136"/>
    <w:rsid w:val="00AA4CBB"/>
    <w:rsid w:val="00AA65FA"/>
    <w:rsid w:val="00AA7351"/>
    <w:rsid w:val="00AB1B14"/>
    <w:rsid w:val="00AB37E8"/>
    <w:rsid w:val="00AD056F"/>
    <w:rsid w:val="00AD2D9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ED0F93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AB37E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570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70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70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70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70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73118-AD79-4351-AF91-29833635A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DA6D18A-A130-4C25-BF14-9BB10768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8</cp:revision>
  <cp:lastPrinted>2017-11-28T17:18:00Z</cp:lastPrinted>
  <dcterms:created xsi:type="dcterms:W3CDTF">2020-02-20T14:02:00Z</dcterms:created>
  <dcterms:modified xsi:type="dcterms:W3CDTF">2023-05-26T07:32:00Z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